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575CE" w14:textId="77777777" w:rsidR="00D349EF" w:rsidRDefault="00D349EF" w:rsidP="00961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542545AA" w14:textId="77777777" w:rsidR="00B85C22" w:rsidRDefault="00D349EF" w:rsidP="00B85C22">
      <w:pPr>
        <w:pStyle w:val="Frspaiere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      </w:t>
      </w:r>
    </w:p>
    <w:p w14:paraId="34EE5ED4" w14:textId="77777777" w:rsidR="00735196" w:rsidRDefault="00735196" w:rsidP="00B85C22">
      <w:pPr>
        <w:pStyle w:val="Frspaiere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630DF231" w14:textId="77777777" w:rsidR="00E808DD" w:rsidRPr="00E808DD" w:rsidRDefault="00E808DD" w:rsidP="00E808DD">
      <w:pPr>
        <w:pStyle w:val="Frspaiere"/>
        <w:jc w:val="center"/>
        <w:rPr>
          <w:rFonts w:ascii="Times New Roman" w:hAnsi="Times New Roman" w:cs="Times New Roman"/>
          <w:sz w:val="24"/>
          <w:szCs w:val="24"/>
        </w:rPr>
      </w:pPr>
      <w:r w:rsidRPr="00E808DD">
        <w:rPr>
          <w:rFonts w:ascii="Times New Roman" w:hAnsi="Times New Roman" w:cs="Times New Roman"/>
          <w:sz w:val="24"/>
          <w:szCs w:val="24"/>
        </w:rPr>
        <w:t>R O M Â N I A,</w:t>
      </w:r>
    </w:p>
    <w:p w14:paraId="2911242F" w14:textId="77777777" w:rsidR="00E808DD" w:rsidRPr="00E808DD" w:rsidRDefault="00E808DD" w:rsidP="00E808DD">
      <w:pPr>
        <w:pStyle w:val="Frspaier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808DD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08DD">
        <w:rPr>
          <w:rFonts w:ascii="Times New Roman" w:hAnsi="Times New Roman" w:cs="Times New Roman"/>
          <w:sz w:val="24"/>
          <w:szCs w:val="24"/>
        </w:rPr>
        <w:t>Tulcea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 xml:space="preserve">, Primaria </w:t>
      </w:r>
      <w:proofErr w:type="spellStart"/>
      <w:r w:rsidRPr="00E808DD">
        <w:rPr>
          <w:rFonts w:ascii="Times New Roman" w:hAnsi="Times New Roman" w:cs="Times New Roman"/>
          <w:sz w:val="24"/>
          <w:szCs w:val="24"/>
        </w:rPr>
        <w:t>comunei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08DD">
        <w:rPr>
          <w:rFonts w:ascii="Times New Roman" w:hAnsi="Times New Roman" w:cs="Times New Roman"/>
          <w:sz w:val="24"/>
          <w:szCs w:val="24"/>
        </w:rPr>
        <w:t>Baia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>, CUI 4794109</w:t>
      </w:r>
    </w:p>
    <w:p w14:paraId="11A5E583" w14:textId="77777777" w:rsidR="00E808DD" w:rsidRPr="00E808DD" w:rsidRDefault="00E808DD" w:rsidP="00E808DD">
      <w:pPr>
        <w:pStyle w:val="Frspaier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808DD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808DD">
        <w:rPr>
          <w:rFonts w:ascii="Times New Roman" w:hAnsi="Times New Roman" w:cs="Times New Roman"/>
          <w:sz w:val="24"/>
          <w:szCs w:val="24"/>
        </w:rPr>
        <w:t>Decembrie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 xml:space="preserve">, nr. 2 </w:t>
      </w:r>
      <w:proofErr w:type="spellStart"/>
      <w:r w:rsidRPr="00E808DD">
        <w:rPr>
          <w:rFonts w:ascii="Times New Roman" w:hAnsi="Times New Roman" w:cs="Times New Roman"/>
          <w:sz w:val="24"/>
          <w:szCs w:val="24"/>
          <w:u w:val="single"/>
        </w:rPr>
        <w:t>telefon</w:t>
      </w:r>
      <w:proofErr w:type="spellEnd"/>
      <w:r w:rsidRPr="00E808DD">
        <w:rPr>
          <w:rFonts w:ascii="Times New Roman" w:hAnsi="Times New Roman" w:cs="Times New Roman"/>
          <w:sz w:val="24"/>
          <w:szCs w:val="24"/>
        </w:rPr>
        <w:t xml:space="preserve"> – 0240/564.138</w:t>
      </w:r>
    </w:p>
    <w:p w14:paraId="24627C2D" w14:textId="77777777" w:rsidR="00E808DD" w:rsidRPr="00E808DD" w:rsidRDefault="00E808DD" w:rsidP="00E808DD">
      <w:pPr>
        <w:pStyle w:val="Frspaiere"/>
        <w:jc w:val="center"/>
        <w:rPr>
          <w:rFonts w:ascii="Times New Roman" w:hAnsi="Times New Roman" w:cs="Times New Roman"/>
          <w:sz w:val="24"/>
          <w:szCs w:val="24"/>
        </w:rPr>
      </w:pPr>
      <w:r w:rsidRPr="00E808DD">
        <w:rPr>
          <w:rFonts w:ascii="Times New Roman" w:hAnsi="Times New Roman" w:cs="Times New Roman"/>
          <w:sz w:val="24"/>
          <w:szCs w:val="24"/>
          <w:u w:val="single"/>
        </w:rPr>
        <w:t>fax</w:t>
      </w:r>
      <w:r w:rsidRPr="00E808DD">
        <w:rPr>
          <w:rFonts w:ascii="Times New Roman" w:hAnsi="Times New Roman" w:cs="Times New Roman"/>
          <w:sz w:val="24"/>
          <w:szCs w:val="24"/>
        </w:rPr>
        <w:t xml:space="preserve"> – 0240/564.065 , E-mail – </w:t>
      </w:r>
      <w:hyperlink r:id="rId7" w:history="1">
        <w:r w:rsidRPr="00E808D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primariabaia@yahoo.com</w:t>
        </w:r>
      </w:hyperlink>
    </w:p>
    <w:p w14:paraId="37B8BD36" w14:textId="77777777" w:rsidR="00735196" w:rsidRDefault="00735196" w:rsidP="00B85C22">
      <w:pPr>
        <w:pStyle w:val="Frspaiere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430FD1E1" w14:textId="77777777" w:rsidR="009668E0" w:rsidRDefault="009668E0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453FA46C" w14:textId="31B68B6E" w:rsidR="00735196" w:rsidRDefault="00E808DD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Nr. </w:t>
      </w:r>
      <w:r w:rsidR="009668E0">
        <w:rPr>
          <w:rFonts w:ascii="Times New Roman" w:hAnsi="Times New Roman" w:cs="Times New Roman"/>
          <w:b/>
          <w:bCs/>
          <w:sz w:val="24"/>
          <w:szCs w:val="24"/>
        </w:rPr>
        <w:t>4040 din 27.03.2023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5939AFA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7AAD3731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22B52DA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65F5F" w14:textId="22E355D0" w:rsidR="00B85C22" w:rsidRPr="00B85C22" w:rsidRDefault="00735196" w:rsidP="00B85C22">
      <w:pPr>
        <w:pStyle w:val="Frspaiere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85C22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2078EA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B85C22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B85C22" w:rsidRPr="00B85C22">
        <w:rPr>
          <w:rFonts w:ascii="Times New Roman" w:hAnsi="Times New Roman" w:cs="Times New Roman"/>
          <w:b/>
          <w:bCs/>
          <w:i/>
          <w:sz w:val="24"/>
          <w:szCs w:val="24"/>
        </w:rPr>
        <w:t>CĂTRE</w:t>
      </w:r>
    </w:p>
    <w:p w14:paraId="244E1AAD" w14:textId="77777777" w:rsidR="002078EA" w:rsidRDefault="00B85C22" w:rsidP="00B85C22">
      <w:pPr>
        <w:pStyle w:val="Frspaiere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85C2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</w:t>
      </w:r>
      <w:r w:rsidR="0073519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</w:t>
      </w:r>
      <w:r w:rsidRPr="00B85C2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</w:t>
      </w:r>
    </w:p>
    <w:p w14:paraId="7C5581BF" w14:textId="39A256A3" w:rsidR="00B85C22" w:rsidRPr="00B85C22" w:rsidRDefault="002078EA" w:rsidP="00B85C22">
      <w:pPr>
        <w:pStyle w:val="Frspaiere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                      </w:t>
      </w:r>
      <w:r w:rsidR="0073519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Ministerul Dezvoltării,  Lucrărilor Publice și Administrației </w:t>
      </w:r>
    </w:p>
    <w:p w14:paraId="775F6C1A" w14:textId="23E26FC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0E6E07D" w14:textId="77777777" w:rsidR="002078EA" w:rsidRPr="00B85C22" w:rsidRDefault="002078EA" w:rsidP="00B85C22">
      <w:pPr>
        <w:pStyle w:val="Frspaiere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2C31B0E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1BA6F" w14:textId="23ED5247" w:rsidR="00B85C22" w:rsidRDefault="002078EA" w:rsidP="002078EA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Vă înaintăm a</w:t>
      </w:r>
      <w:r w:rsidR="00735196">
        <w:rPr>
          <w:rFonts w:ascii="Times New Roman" w:hAnsi="Times New Roman" w:cs="Times New Roman"/>
          <w:bCs/>
          <w:sz w:val="24"/>
          <w:szCs w:val="24"/>
        </w:rPr>
        <w:t xml:space="preserve">lăturat </w:t>
      </w:r>
      <w:r>
        <w:rPr>
          <w:rFonts w:ascii="Times New Roman" w:hAnsi="Times New Roman" w:cs="Times New Roman"/>
          <w:bCs/>
          <w:sz w:val="24"/>
          <w:szCs w:val="24"/>
        </w:rPr>
        <w:t xml:space="preserve">documentele privind implementarea SNA 2021-2025 la nivelul Primăriei comunei  Baia ,județul Tulcea </w:t>
      </w:r>
      <w:r w:rsidR="00735196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89FFB4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36BE4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7EED8F4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5DB4A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8BA66C5" w14:textId="77777777" w:rsidR="00B85C22" w:rsidRDefault="00B85C22" w:rsidP="00B85C22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578F3" w14:textId="77777777" w:rsidR="00B85C22" w:rsidRDefault="00B85C22" w:rsidP="00B85C22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26FDB801" w14:textId="77777777" w:rsidR="007E14F9" w:rsidRDefault="007E14F9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Cu deosebita stima, </w:t>
      </w:r>
    </w:p>
    <w:p w14:paraId="6E88BAE8" w14:textId="77777777" w:rsidR="007E14F9" w:rsidRDefault="007E14F9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0E773E23" w14:textId="77777777" w:rsidR="007E14F9" w:rsidRDefault="007E14F9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0F976EE7" w14:textId="77777777" w:rsidR="007E14F9" w:rsidRDefault="007E14F9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3F865182" w14:textId="3BC13B0F" w:rsidR="007E14F9" w:rsidRDefault="007E14F9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FC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Primar</w:t>
      </w:r>
      <w:r w:rsidR="00A02F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Secretar general al comunei</w:t>
      </w:r>
      <w:r w:rsidR="009668E0">
        <w:rPr>
          <w:rFonts w:ascii="Times New Roman" w:hAnsi="Times New Roman" w:cs="Times New Roman"/>
          <w:sz w:val="24"/>
          <w:szCs w:val="24"/>
        </w:rPr>
        <w:t xml:space="preserve"> Baia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EF1CDE8" w14:textId="45E3ACCE" w:rsidR="007E14F9" w:rsidRDefault="007472FD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2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8E0">
        <w:rPr>
          <w:rFonts w:ascii="Times New Roman" w:hAnsi="Times New Roman" w:cs="Times New Roman"/>
          <w:sz w:val="24"/>
          <w:szCs w:val="24"/>
        </w:rPr>
        <w:t>Marșavela</w:t>
      </w:r>
      <w:proofErr w:type="spellEnd"/>
      <w:r w:rsidR="009668E0">
        <w:rPr>
          <w:rFonts w:ascii="Times New Roman" w:hAnsi="Times New Roman" w:cs="Times New Roman"/>
          <w:sz w:val="24"/>
          <w:szCs w:val="24"/>
        </w:rPr>
        <w:t xml:space="preserve"> Mugurel-Laurențiu</w:t>
      </w:r>
      <w:r w:rsidR="007E14F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02FCF">
        <w:rPr>
          <w:rFonts w:ascii="Times New Roman" w:hAnsi="Times New Roman" w:cs="Times New Roman"/>
          <w:sz w:val="24"/>
          <w:szCs w:val="24"/>
        </w:rPr>
        <w:t xml:space="preserve">  </w:t>
      </w:r>
      <w:r w:rsidR="007E14F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668E0">
        <w:rPr>
          <w:rFonts w:ascii="Times New Roman" w:hAnsi="Times New Roman" w:cs="Times New Roman"/>
          <w:sz w:val="24"/>
          <w:szCs w:val="24"/>
        </w:rPr>
        <w:t xml:space="preserve">  </w:t>
      </w:r>
      <w:r w:rsidR="007E14F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668E0">
        <w:rPr>
          <w:rFonts w:ascii="Times New Roman" w:hAnsi="Times New Roman" w:cs="Times New Roman"/>
          <w:sz w:val="24"/>
          <w:szCs w:val="24"/>
        </w:rPr>
        <w:t>Hălălău</w:t>
      </w:r>
      <w:proofErr w:type="spellEnd"/>
      <w:r w:rsidR="009668E0">
        <w:rPr>
          <w:rFonts w:ascii="Times New Roman" w:hAnsi="Times New Roman" w:cs="Times New Roman"/>
          <w:sz w:val="24"/>
          <w:szCs w:val="24"/>
        </w:rPr>
        <w:t xml:space="preserve"> Ioana</w:t>
      </w:r>
    </w:p>
    <w:p w14:paraId="3D75036A" w14:textId="77777777" w:rsidR="007472FD" w:rsidRPr="001D54A9" w:rsidRDefault="007472FD" w:rsidP="007E14F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D10D3F2" w14:textId="77777777" w:rsidR="00D349EF" w:rsidRPr="00B9168D" w:rsidRDefault="00D349EF" w:rsidP="0044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49EF" w:rsidRPr="00B9168D" w:rsidSect="00854B7B">
      <w:headerReference w:type="default" r:id="rId8"/>
      <w:headerReference w:type="first" r:id="rId9"/>
      <w:pgSz w:w="11907" w:h="16839" w:code="9"/>
      <w:pgMar w:top="630" w:right="450" w:bottom="270" w:left="1620" w:header="540" w:footer="3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B439" w14:textId="77777777" w:rsidR="00A61113" w:rsidRDefault="00A61113" w:rsidP="00CB3B8C">
      <w:pPr>
        <w:spacing w:after="0" w:line="240" w:lineRule="auto"/>
      </w:pPr>
      <w:r>
        <w:separator/>
      </w:r>
    </w:p>
  </w:endnote>
  <w:endnote w:type="continuationSeparator" w:id="0">
    <w:p w14:paraId="1A544C04" w14:textId="77777777" w:rsidR="00A61113" w:rsidRDefault="00A61113" w:rsidP="00CB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3FF5" w14:textId="77777777" w:rsidR="00A61113" w:rsidRDefault="00A61113" w:rsidP="00CB3B8C">
      <w:pPr>
        <w:spacing w:after="0" w:line="240" w:lineRule="auto"/>
      </w:pPr>
      <w:r>
        <w:separator/>
      </w:r>
    </w:p>
  </w:footnote>
  <w:footnote w:type="continuationSeparator" w:id="0">
    <w:p w14:paraId="38863C84" w14:textId="77777777" w:rsidR="00A61113" w:rsidRDefault="00A61113" w:rsidP="00CB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AA3F" w14:textId="77777777" w:rsidR="00CB3B8C" w:rsidRPr="00CB3B8C" w:rsidRDefault="00CB3B8C" w:rsidP="00CB3B8C">
    <w:pPr>
      <w:pStyle w:val="Antet"/>
      <w:jc w:val="center"/>
      <w:rPr>
        <w:lang w:val="ro-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6881" w14:textId="420F31EF" w:rsidR="00DC0371" w:rsidRPr="004B7311" w:rsidRDefault="00E808DD" w:rsidP="00E808DD">
    <w:pPr>
      <w:pStyle w:val="Antet"/>
      <w:tabs>
        <w:tab w:val="clear" w:pos="4703"/>
        <w:tab w:val="clear" w:pos="9406"/>
        <w:tab w:val="left" w:pos="8415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F0102"/>
    <w:multiLevelType w:val="hybridMultilevel"/>
    <w:tmpl w:val="58286C7E"/>
    <w:lvl w:ilvl="0" w:tplc="F1A007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06D0D"/>
    <w:multiLevelType w:val="hybridMultilevel"/>
    <w:tmpl w:val="7EC85C34"/>
    <w:lvl w:ilvl="0" w:tplc="B5C6FBA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77786"/>
    <w:multiLevelType w:val="hybridMultilevel"/>
    <w:tmpl w:val="4FA00986"/>
    <w:lvl w:ilvl="0" w:tplc="FCBE88FA"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EA86797"/>
    <w:multiLevelType w:val="hybridMultilevel"/>
    <w:tmpl w:val="7658A06A"/>
    <w:lvl w:ilvl="0" w:tplc="19788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05653"/>
    <w:multiLevelType w:val="hybridMultilevel"/>
    <w:tmpl w:val="8E8E87B4"/>
    <w:lvl w:ilvl="0" w:tplc="BA5A90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056C3"/>
    <w:multiLevelType w:val="hybridMultilevel"/>
    <w:tmpl w:val="DCFC4F54"/>
    <w:lvl w:ilvl="0" w:tplc="D08C29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7141641"/>
    <w:multiLevelType w:val="hybridMultilevel"/>
    <w:tmpl w:val="9B522058"/>
    <w:lvl w:ilvl="0" w:tplc="2E32C1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A3C12BB"/>
    <w:multiLevelType w:val="hybridMultilevel"/>
    <w:tmpl w:val="63B81D6C"/>
    <w:lvl w:ilvl="0" w:tplc="1576BD00">
      <w:start w:val="16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F790DDC"/>
    <w:multiLevelType w:val="hybridMultilevel"/>
    <w:tmpl w:val="4C8869DE"/>
    <w:lvl w:ilvl="0" w:tplc="C1406314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9F0F1C"/>
    <w:multiLevelType w:val="hybridMultilevel"/>
    <w:tmpl w:val="D7822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A49BE"/>
    <w:multiLevelType w:val="hybridMultilevel"/>
    <w:tmpl w:val="1BAABAFA"/>
    <w:lvl w:ilvl="0" w:tplc="F26CC132"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B6D2A0E"/>
    <w:multiLevelType w:val="hybridMultilevel"/>
    <w:tmpl w:val="7C72B46E"/>
    <w:lvl w:ilvl="0" w:tplc="4A1694DE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" w15:restartNumberingAfterBreak="0">
    <w:nsid w:val="2E547886"/>
    <w:multiLevelType w:val="hybridMultilevel"/>
    <w:tmpl w:val="343E9F52"/>
    <w:lvl w:ilvl="0" w:tplc="8E8C0A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3" w15:restartNumberingAfterBreak="0">
    <w:nsid w:val="2EBC2E58"/>
    <w:multiLevelType w:val="hybridMultilevel"/>
    <w:tmpl w:val="AC1E6B86"/>
    <w:lvl w:ilvl="0" w:tplc="F61C25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D7122"/>
    <w:multiLevelType w:val="hybridMultilevel"/>
    <w:tmpl w:val="35348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E1A70"/>
    <w:multiLevelType w:val="hybridMultilevel"/>
    <w:tmpl w:val="49C6A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37D69"/>
    <w:multiLevelType w:val="hybridMultilevel"/>
    <w:tmpl w:val="602CFEB8"/>
    <w:lvl w:ilvl="0" w:tplc="F88223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F4E30"/>
    <w:multiLevelType w:val="hybridMultilevel"/>
    <w:tmpl w:val="5B52F28A"/>
    <w:lvl w:ilvl="0" w:tplc="7C52CEE4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1F5A1018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56BF37EA"/>
    <w:multiLevelType w:val="hybridMultilevel"/>
    <w:tmpl w:val="0D02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05373"/>
    <w:multiLevelType w:val="hybridMultilevel"/>
    <w:tmpl w:val="28F4A478"/>
    <w:lvl w:ilvl="0" w:tplc="1988C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6062F"/>
    <w:multiLevelType w:val="hybridMultilevel"/>
    <w:tmpl w:val="E0E8A460"/>
    <w:lvl w:ilvl="0" w:tplc="B2306C52"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59107C37"/>
    <w:multiLevelType w:val="hybridMultilevel"/>
    <w:tmpl w:val="114287D4"/>
    <w:lvl w:ilvl="0" w:tplc="6D2E014C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5C7B18FF"/>
    <w:multiLevelType w:val="hybridMultilevel"/>
    <w:tmpl w:val="ABECF334"/>
    <w:lvl w:ilvl="0" w:tplc="B48042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F102C6C"/>
    <w:multiLevelType w:val="hybridMultilevel"/>
    <w:tmpl w:val="10282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A1968"/>
    <w:multiLevelType w:val="hybridMultilevel"/>
    <w:tmpl w:val="D92E72C4"/>
    <w:lvl w:ilvl="0" w:tplc="4BB4C52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5079"/>
    <w:multiLevelType w:val="hybridMultilevel"/>
    <w:tmpl w:val="19427EA4"/>
    <w:lvl w:ilvl="0" w:tplc="63F4EC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4752222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1336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1643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7714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2767713">
    <w:abstractNumId w:val="20"/>
  </w:num>
  <w:num w:numId="6" w16cid:durableId="1752774420">
    <w:abstractNumId w:val="6"/>
  </w:num>
  <w:num w:numId="7" w16cid:durableId="1826506479">
    <w:abstractNumId w:val="7"/>
  </w:num>
  <w:num w:numId="8" w16cid:durableId="934095259">
    <w:abstractNumId w:val="16"/>
  </w:num>
  <w:num w:numId="9" w16cid:durableId="1685593005">
    <w:abstractNumId w:val="5"/>
  </w:num>
  <w:num w:numId="10" w16cid:durableId="15735213">
    <w:abstractNumId w:val="25"/>
  </w:num>
  <w:num w:numId="11" w16cid:durableId="555315170">
    <w:abstractNumId w:val="23"/>
  </w:num>
  <w:num w:numId="12" w16cid:durableId="1728844776">
    <w:abstractNumId w:val="15"/>
  </w:num>
  <w:num w:numId="13" w16cid:durableId="46229455">
    <w:abstractNumId w:val="18"/>
  </w:num>
  <w:num w:numId="14" w16cid:durableId="2092849807">
    <w:abstractNumId w:val="24"/>
  </w:num>
  <w:num w:numId="15" w16cid:durableId="214859696">
    <w:abstractNumId w:val="1"/>
  </w:num>
  <w:num w:numId="16" w16cid:durableId="1261257966">
    <w:abstractNumId w:val="12"/>
  </w:num>
  <w:num w:numId="17" w16cid:durableId="19018668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0955794">
    <w:abstractNumId w:val="13"/>
  </w:num>
  <w:num w:numId="19" w16cid:durableId="174465272">
    <w:abstractNumId w:val="14"/>
  </w:num>
  <w:num w:numId="20" w16cid:durableId="1399669939">
    <w:abstractNumId w:val="2"/>
  </w:num>
  <w:num w:numId="21" w16cid:durableId="106317342">
    <w:abstractNumId w:val="9"/>
  </w:num>
  <w:num w:numId="22" w16cid:durableId="585042353">
    <w:abstractNumId w:val="4"/>
  </w:num>
  <w:num w:numId="23" w16cid:durableId="991523200">
    <w:abstractNumId w:val="3"/>
  </w:num>
  <w:num w:numId="24" w16cid:durableId="1120496406">
    <w:abstractNumId w:val="10"/>
  </w:num>
  <w:num w:numId="25" w16cid:durableId="600185758">
    <w:abstractNumId w:val="19"/>
  </w:num>
  <w:num w:numId="26" w16cid:durableId="727920369">
    <w:abstractNumId w:val="22"/>
  </w:num>
  <w:num w:numId="27" w16cid:durableId="411850419">
    <w:abstractNumId w:val="21"/>
  </w:num>
  <w:num w:numId="28" w16cid:durableId="17242525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1E5"/>
    <w:rsid w:val="00007C2C"/>
    <w:rsid w:val="00020D37"/>
    <w:rsid w:val="00043613"/>
    <w:rsid w:val="0005497F"/>
    <w:rsid w:val="000B74D3"/>
    <w:rsid w:val="000C3698"/>
    <w:rsid w:val="000E58D4"/>
    <w:rsid w:val="000E7A36"/>
    <w:rsid w:val="000F3590"/>
    <w:rsid w:val="00117884"/>
    <w:rsid w:val="00124F1C"/>
    <w:rsid w:val="00135238"/>
    <w:rsid w:val="00141D61"/>
    <w:rsid w:val="00163BF5"/>
    <w:rsid w:val="00170EDE"/>
    <w:rsid w:val="001724CE"/>
    <w:rsid w:val="001802F7"/>
    <w:rsid w:val="001B05CE"/>
    <w:rsid w:val="001C136B"/>
    <w:rsid w:val="002019DA"/>
    <w:rsid w:val="002078EA"/>
    <w:rsid w:val="002727C4"/>
    <w:rsid w:val="0027303B"/>
    <w:rsid w:val="00273179"/>
    <w:rsid w:val="00283A29"/>
    <w:rsid w:val="0028672B"/>
    <w:rsid w:val="002B5ED2"/>
    <w:rsid w:val="002C0278"/>
    <w:rsid w:val="002C5192"/>
    <w:rsid w:val="002D68D0"/>
    <w:rsid w:val="002D7F2F"/>
    <w:rsid w:val="00300F11"/>
    <w:rsid w:val="00327894"/>
    <w:rsid w:val="0033348C"/>
    <w:rsid w:val="00352AC4"/>
    <w:rsid w:val="00356B35"/>
    <w:rsid w:val="00357022"/>
    <w:rsid w:val="0036691E"/>
    <w:rsid w:val="00381B1B"/>
    <w:rsid w:val="003B46F5"/>
    <w:rsid w:val="003B540E"/>
    <w:rsid w:val="003C7658"/>
    <w:rsid w:val="003D7486"/>
    <w:rsid w:val="003E3B43"/>
    <w:rsid w:val="0040007C"/>
    <w:rsid w:val="004065DA"/>
    <w:rsid w:val="0043097D"/>
    <w:rsid w:val="00433204"/>
    <w:rsid w:val="0043484E"/>
    <w:rsid w:val="0044002A"/>
    <w:rsid w:val="004441A2"/>
    <w:rsid w:val="004536B9"/>
    <w:rsid w:val="00455926"/>
    <w:rsid w:val="00470BCA"/>
    <w:rsid w:val="004714D9"/>
    <w:rsid w:val="00483417"/>
    <w:rsid w:val="004A3200"/>
    <w:rsid w:val="004A44CF"/>
    <w:rsid w:val="004A553A"/>
    <w:rsid w:val="004B7311"/>
    <w:rsid w:val="004C0E1B"/>
    <w:rsid w:val="004E13CD"/>
    <w:rsid w:val="004F4B3F"/>
    <w:rsid w:val="004F51E5"/>
    <w:rsid w:val="004F5D82"/>
    <w:rsid w:val="004F765A"/>
    <w:rsid w:val="005177D2"/>
    <w:rsid w:val="00520BF0"/>
    <w:rsid w:val="0053291C"/>
    <w:rsid w:val="00544CDE"/>
    <w:rsid w:val="0054503B"/>
    <w:rsid w:val="00566C59"/>
    <w:rsid w:val="005A675C"/>
    <w:rsid w:val="005B2776"/>
    <w:rsid w:val="005C0325"/>
    <w:rsid w:val="005C1F47"/>
    <w:rsid w:val="005C2D3E"/>
    <w:rsid w:val="005D0AA8"/>
    <w:rsid w:val="005D0EF1"/>
    <w:rsid w:val="005D1301"/>
    <w:rsid w:val="005E3243"/>
    <w:rsid w:val="005E4D2F"/>
    <w:rsid w:val="005F070A"/>
    <w:rsid w:val="005F1C37"/>
    <w:rsid w:val="00617959"/>
    <w:rsid w:val="006231D4"/>
    <w:rsid w:val="0063273B"/>
    <w:rsid w:val="00665EB0"/>
    <w:rsid w:val="006669A2"/>
    <w:rsid w:val="0067386E"/>
    <w:rsid w:val="00676FDC"/>
    <w:rsid w:val="00695325"/>
    <w:rsid w:val="006A0B59"/>
    <w:rsid w:val="006A7D9C"/>
    <w:rsid w:val="006B09F9"/>
    <w:rsid w:val="006B62BE"/>
    <w:rsid w:val="007034EA"/>
    <w:rsid w:val="00721A2A"/>
    <w:rsid w:val="007233B0"/>
    <w:rsid w:val="00735196"/>
    <w:rsid w:val="007472FD"/>
    <w:rsid w:val="00772C86"/>
    <w:rsid w:val="00775E74"/>
    <w:rsid w:val="00780592"/>
    <w:rsid w:val="007E14F9"/>
    <w:rsid w:val="008267E2"/>
    <w:rsid w:val="00854B7B"/>
    <w:rsid w:val="008725A3"/>
    <w:rsid w:val="008744BD"/>
    <w:rsid w:val="008865D1"/>
    <w:rsid w:val="00886794"/>
    <w:rsid w:val="00893965"/>
    <w:rsid w:val="008B38BA"/>
    <w:rsid w:val="008B392E"/>
    <w:rsid w:val="008B46CF"/>
    <w:rsid w:val="008B5486"/>
    <w:rsid w:val="008B6333"/>
    <w:rsid w:val="008C08ED"/>
    <w:rsid w:val="008D3305"/>
    <w:rsid w:val="008E094A"/>
    <w:rsid w:val="008F07AC"/>
    <w:rsid w:val="009461C6"/>
    <w:rsid w:val="00952ECA"/>
    <w:rsid w:val="00961239"/>
    <w:rsid w:val="009668E0"/>
    <w:rsid w:val="00971930"/>
    <w:rsid w:val="009A3583"/>
    <w:rsid w:val="009B3377"/>
    <w:rsid w:val="009B650E"/>
    <w:rsid w:val="009C0110"/>
    <w:rsid w:val="009C526F"/>
    <w:rsid w:val="009C6092"/>
    <w:rsid w:val="009E030D"/>
    <w:rsid w:val="00A00073"/>
    <w:rsid w:val="00A02D5B"/>
    <w:rsid w:val="00A02FCF"/>
    <w:rsid w:val="00A05E0D"/>
    <w:rsid w:val="00A20BC1"/>
    <w:rsid w:val="00A46862"/>
    <w:rsid w:val="00A61113"/>
    <w:rsid w:val="00A76A01"/>
    <w:rsid w:val="00A95947"/>
    <w:rsid w:val="00AB76D3"/>
    <w:rsid w:val="00AC449D"/>
    <w:rsid w:val="00AD2FA1"/>
    <w:rsid w:val="00AF0F62"/>
    <w:rsid w:val="00B035E8"/>
    <w:rsid w:val="00B17FE9"/>
    <w:rsid w:val="00B33A82"/>
    <w:rsid w:val="00B5343B"/>
    <w:rsid w:val="00B613AA"/>
    <w:rsid w:val="00B81E83"/>
    <w:rsid w:val="00B85C22"/>
    <w:rsid w:val="00B85F18"/>
    <w:rsid w:val="00B86A2D"/>
    <w:rsid w:val="00B90A90"/>
    <w:rsid w:val="00B9168D"/>
    <w:rsid w:val="00BF2F00"/>
    <w:rsid w:val="00C12E75"/>
    <w:rsid w:val="00C13DC1"/>
    <w:rsid w:val="00C35E67"/>
    <w:rsid w:val="00C874E8"/>
    <w:rsid w:val="00CA4223"/>
    <w:rsid w:val="00CB3B8C"/>
    <w:rsid w:val="00CB4995"/>
    <w:rsid w:val="00CF0327"/>
    <w:rsid w:val="00D1399F"/>
    <w:rsid w:val="00D2194C"/>
    <w:rsid w:val="00D326D5"/>
    <w:rsid w:val="00D349EF"/>
    <w:rsid w:val="00D34C71"/>
    <w:rsid w:val="00D34E27"/>
    <w:rsid w:val="00D41A7F"/>
    <w:rsid w:val="00D41E67"/>
    <w:rsid w:val="00D562B2"/>
    <w:rsid w:val="00D87B35"/>
    <w:rsid w:val="00D92CE7"/>
    <w:rsid w:val="00DA2565"/>
    <w:rsid w:val="00DB04BA"/>
    <w:rsid w:val="00DB5A3E"/>
    <w:rsid w:val="00DC0371"/>
    <w:rsid w:val="00DD44C8"/>
    <w:rsid w:val="00E01AE9"/>
    <w:rsid w:val="00E040D0"/>
    <w:rsid w:val="00E5508B"/>
    <w:rsid w:val="00E5714E"/>
    <w:rsid w:val="00E703CE"/>
    <w:rsid w:val="00E71595"/>
    <w:rsid w:val="00E808DD"/>
    <w:rsid w:val="00E91354"/>
    <w:rsid w:val="00EA79A2"/>
    <w:rsid w:val="00EC105C"/>
    <w:rsid w:val="00EC215D"/>
    <w:rsid w:val="00ED159E"/>
    <w:rsid w:val="00ED2A08"/>
    <w:rsid w:val="00EE0EF3"/>
    <w:rsid w:val="00EE11DF"/>
    <w:rsid w:val="00EE3BF4"/>
    <w:rsid w:val="00EF638F"/>
    <w:rsid w:val="00F00316"/>
    <w:rsid w:val="00F07A3B"/>
    <w:rsid w:val="00F25712"/>
    <w:rsid w:val="00F52B98"/>
    <w:rsid w:val="00F552C6"/>
    <w:rsid w:val="00F5559F"/>
    <w:rsid w:val="00F67663"/>
    <w:rsid w:val="00F7790E"/>
    <w:rsid w:val="00F80A1E"/>
    <w:rsid w:val="00F83142"/>
    <w:rsid w:val="00FB6EB5"/>
    <w:rsid w:val="00FC33D3"/>
    <w:rsid w:val="00FC61AE"/>
    <w:rsid w:val="00FE160A"/>
    <w:rsid w:val="00FE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CDE60"/>
  <w15:docId w15:val="{5845ADC3-3BE9-4F9D-A46B-5DE31C9E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B8C"/>
    <w:pPr>
      <w:spacing w:after="200" w:line="276" w:lineRule="auto"/>
    </w:pPr>
  </w:style>
  <w:style w:type="paragraph" w:styleId="Titlu1">
    <w:name w:val="heading 1"/>
    <w:basedOn w:val="Normal"/>
    <w:next w:val="Normal"/>
    <w:link w:val="Titlu1Caracter"/>
    <w:qFormat/>
    <w:rsid w:val="00B86A2D"/>
    <w:pPr>
      <w:keepNext/>
      <w:spacing w:after="0" w:line="240" w:lineRule="auto"/>
      <w:outlineLvl w:val="0"/>
    </w:pPr>
    <w:rPr>
      <w:rFonts w:ascii="Arial" w:eastAsia="Times New Roman" w:hAnsi="Arial" w:cs="Arial"/>
      <w:b/>
      <w:sz w:val="28"/>
      <w:szCs w:val="28"/>
      <w:lang w:val="pt-BR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570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B3B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3B8C"/>
  </w:style>
  <w:style w:type="paragraph" w:styleId="Subsol">
    <w:name w:val="footer"/>
    <w:basedOn w:val="Normal"/>
    <w:link w:val="SubsolCaracter"/>
    <w:uiPriority w:val="99"/>
    <w:unhideWhenUsed/>
    <w:rsid w:val="00CB3B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3B8C"/>
  </w:style>
  <w:style w:type="paragraph" w:styleId="TextnBalon">
    <w:name w:val="Balloon Text"/>
    <w:basedOn w:val="Normal"/>
    <w:link w:val="TextnBalonCaracter"/>
    <w:uiPriority w:val="99"/>
    <w:semiHidden/>
    <w:unhideWhenUsed/>
    <w:rsid w:val="00F00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0316"/>
    <w:rPr>
      <w:rFonts w:ascii="Segoe UI" w:hAnsi="Segoe UI" w:cs="Segoe UI"/>
      <w:sz w:val="18"/>
      <w:szCs w:val="18"/>
    </w:rPr>
  </w:style>
  <w:style w:type="paragraph" w:styleId="Frspaiere">
    <w:name w:val="No Spacing"/>
    <w:link w:val="FrspaiereCaracter"/>
    <w:uiPriority w:val="1"/>
    <w:qFormat/>
    <w:rsid w:val="004B7311"/>
    <w:pPr>
      <w:spacing w:after="0" w:line="240" w:lineRule="auto"/>
    </w:pPr>
    <w:rPr>
      <w:lang w:val="ro-RO"/>
    </w:rPr>
  </w:style>
  <w:style w:type="character" w:styleId="Accentuat">
    <w:name w:val="Emphasis"/>
    <w:basedOn w:val="Fontdeparagrafimplicit"/>
    <w:qFormat/>
    <w:rsid w:val="004B7311"/>
    <w:rPr>
      <w:i/>
      <w:iCs/>
    </w:rPr>
  </w:style>
  <w:style w:type="paragraph" w:customStyle="1" w:styleId="Standard">
    <w:name w:val="Standard"/>
    <w:rsid w:val="004536B9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gril">
    <w:name w:val="Table Grid"/>
    <w:basedOn w:val="TabelNormal"/>
    <w:rsid w:val="00352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uiPriority w:val="1"/>
    <w:rsid w:val="0054503B"/>
    <w:rPr>
      <w:lang w:val="ro-RO"/>
    </w:rPr>
  </w:style>
  <w:style w:type="character" w:styleId="Hyperlink">
    <w:name w:val="Hyperlink"/>
    <w:unhideWhenUsed/>
    <w:rsid w:val="0036691E"/>
    <w:rPr>
      <w:color w:val="0000FF"/>
      <w:u w:val="single"/>
    </w:rPr>
  </w:style>
  <w:style w:type="paragraph" w:styleId="Corptext">
    <w:name w:val="Body Text"/>
    <w:basedOn w:val="Normal"/>
    <w:link w:val="CorptextCaracter"/>
    <w:rsid w:val="00F779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F7790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E5714E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B86A2D"/>
    <w:rPr>
      <w:rFonts w:ascii="Arial" w:eastAsia="Times New Roman" w:hAnsi="Arial" w:cs="Arial"/>
      <w:b/>
      <w:sz w:val="28"/>
      <w:szCs w:val="28"/>
      <w:lang w:val="pt-BR"/>
    </w:rPr>
  </w:style>
  <w:style w:type="paragraph" w:styleId="Corptext2">
    <w:name w:val="Body Text 2"/>
    <w:basedOn w:val="Normal"/>
    <w:link w:val="Corptext2Caracter"/>
    <w:unhideWhenUsed/>
    <w:rsid w:val="0040007C"/>
    <w:pPr>
      <w:spacing w:after="120" w:line="480" w:lineRule="auto"/>
    </w:pPr>
    <w:rPr>
      <w:rFonts w:ascii="Times New Roman" w:eastAsia="Times New Roman" w:hAnsi="Times New Roman" w:cs="Times New Roman"/>
      <w:spacing w:val="30"/>
      <w:sz w:val="28"/>
      <w:szCs w:val="20"/>
      <w:lang w:val="ro-RO" w:eastAsia="ro-RO"/>
    </w:rPr>
  </w:style>
  <w:style w:type="character" w:customStyle="1" w:styleId="Corptext2Caracter">
    <w:name w:val="Corp text 2 Caracter"/>
    <w:basedOn w:val="Fontdeparagrafimplicit"/>
    <w:link w:val="Corptext2"/>
    <w:rsid w:val="0040007C"/>
    <w:rPr>
      <w:rFonts w:ascii="Times New Roman" w:eastAsia="Times New Roman" w:hAnsi="Times New Roman" w:cs="Times New Roman"/>
      <w:spacing w:val="30"/>
      <w:sz w:val="28"/>
      <w:szCs w:val="20"/>
      <w:lang w:val="ro-RO" w:eastAsia="ro-RO"/>
    </w:rPr>
  </w:style>
  <w:style w:type="paragraph" w:styleId="Indentcorptext3">
    <w:name w:val="Body Text Indent 3"/>
    <w:basedOn w:val="Normal"/>
    <w:link w:val="Indentcorptext3Caracter"/>
    <w:unhideWhenUsed/>
    <w:rsid w:val="0040007C"/>
    <w:pPr>
      <w:spacing w:after="120" w:line="240" w:lineRule="auto"/>
      <w:ind w:left="360"/>
    </w:pPr>
    <w:rPr>
      <w:rFonts w:ascii="Times New Roman" w:eastAsia="Times New Roman" w:hAnsi="Times New Roman" w:cs="Times New Roman"/>
      <w:spacing w:val="30"/>
      <w:sz w:val="16"/>
      <w:szCs w:val="16"/>
      <w:lang w:val="ro-RO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40007C"/>
    <w:rPr>
      <w:rFonts w:ascii="Times New Roman" w:eastAsia="Times New Roman" w:hAnsi="Times New Roman" w:cs="Times New Roman"/>
      <w:spacing w:val="30"/>
      <w:sz w:val="16"/>
      <w:szCs w:val="16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570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imariabai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\Documents\Custom%20Office%20Templates\Antet%20OK%20MK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OK MK 1</Template>
  <TotalTime>1225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</dc:creator>
  <cp:keywords/>
  <dc:description/>
  <cp:lastModifiedBy>Secretar</cp:lastModifiedBy>
  <cp:revision>49</cp:revision>
  <cp:lastPrinted>2022-05-12T05:24:00Z</cp:lastPrinted>
  <dcterms:created xsi:type="dcterms:W3CDTF">2021-07-14T06:26:00Z</dcterms:created>
  <dcterms:modified xsi:type="dcterms:W3CDTF">2023-03-27T11:39:00Z</dcterms:modified>
</cp:coreProperties>
</file>